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新城管委会20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22</w:t>
      </w:r>
      <w:r>
        <w:rPr>
          <w:rFonts w:hint="eastAsia" w:ascii="方正小标宋简体" w:hAnsi="黑体" w:eastAsia="方正小标宋简体"/>
          <w:sz w:val="44"/>
          <w:szCs w:val="44"/>
        </w:rPr>
        <w:t>年“慈善一日捐”活动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捐款统计表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委规划建设局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2050元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捐款人数：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17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王竹琼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2292084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</w:p>
    <w:tbl>
      <w:tblPr>
        <w:tblStyle w:val="4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8"/>
        <w:gridCol w:w="2179"/>
        <w:gridCol w:w="2179"/>
        <w:gridCol w:w="2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"/>
              </w:rPr>
            </w:pPr>
            <w:r>
              <w:rPr>
                <w:rFonts w:hint="default" w:ascii="仿宋" w:hAnsi="仿宋" w:eastAsia="仿宋"/>
                <w:sz w:val="28"/>
                <w:szCs w:val="28"/>
                <w:lang w:val="en"/>
              </w:rPr>
              <w:t>姓名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"/>
              </w:rPr>
            </w:pPr>
            <w:r>
              <w:rPr>
                <w:rFonts w:hint="default" w:ascii="仿宋" w:hAnsi="仿宋" w:eastAsia="仿宋"/>
                <w:sz w:val="28"/>
                <w:szCs w:val="28"/>
                <w:lang w:val="en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朱立波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李海飞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彭海潮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方  周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张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元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谢梦远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both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支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仁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   200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屠继民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both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彭  瑶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   200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  陈文渊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both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高建忠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   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章培红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both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both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陈海浪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   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both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both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亓化亮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王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杰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王丹颖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王竹琼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刘华挺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合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" w:eastAsia="zh-CN"/>
              </w:rPr>
              <w:t>计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2050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973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/>
        <w:sz w:val="28"/>
        <w:szCs w:val="28"/>
      </w:rPr>
    </w:pPr>
    <w:r>
      <w:rPr>
        <w:rStyle w:val="6"/>
        <w:rFonts w:hint="eastAsia"/>
        <w:sz w:val="28"/>
        <w:szCs w:val="28"/>
      </w:rPr>
      <w:t>—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F3D53"/>
    <w:rsid w:val="00D06338"/>
    <w:rsid w:val="1FC1306D"/>
    <w:rsid w:val="28BD5B28"/>
    <w:rsid w:val="3C2C1B3C"/>
    <w:rsid w:val="3DFB85F8"/>
    <w:rsid w:val="3DFF7812"/>
    <w:rsid w:val="3E7C2F09"/>
    <w:rsid w:val="4F6F68C5"/>
    <w:rsid w:val="5EDF005C"/>
    <w:rsid w:val="6C5F3D53"/>
    <w:rsid w:val="6D535020"/>
    <w:rsid w:val="73FE44E1"/>
    <w:rsid w:val="746151F1"/>
    <w:rsid w:val="7DFF68E3"/>
    <w:rsid w:val="7F75CB69"/>
    <w:rsid w:val="DDB385BF"/>
    <w:rsid w:val="FC777CC6"/>
    <w:rsid w:val="FDF7B925"/>
    <w:rsid w:val="FFE7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2018-09-01T02:47:00Z</dcterms:created>
  <dc:creator>Administrator</dc:creator>
  <cp:lastModifiedBy>user</cp:lastModifiedBy>
  <cp:lastPrinted>2021-08-25T19:05:00Z</cp:lastPrinted>
  <dcterms:modified xsi:type="dcterms:W3CDTF">2022-08-31T15:18:03Z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